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1CD84" w14:textId="77777777" w:rsidR="00050A59" w:rsidRDefault="00050A59" w:rsidP="0093565D">
      <w:bookmarkStart w:id="0" w:name="_GoBack"/>
      <w:bookmarkEnd w:id="0"/>
    </w:p>
    <w:p w14:paraId="6BD61B77" w14:textId="77777777" w:rsidR="00C44F2D" w:rsidRDefault="00C44F2D" w:rsidP="0093565D"/>
    <w:p w14:paraId="0FE88E42" w14:textId="77777777" w:rsidR="00C44F2D" w:rsidRDefault="00C44F2D" w:rsidP="0093565D"/>
    <w:p w14:paraId="67A62E59" w14:textId="77777777" w:rsidR="00C44F2D" w:rsidRPr="003722E3" w:rsidRDefault="00C44F2D" w:rsidP="00C44F2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722E3">
        <w:rPr>
          <w:rFonts w:ascii="Times New Roman" w:hAnsi="Times New Roman"/>
          <w:b/>
          <w:sz w:val="28"/>
          <w:szCs w:val="28"/>
          <w:u w:val="single"/>
        </w:rPr>
        <w:t xml:space="preserve">Diagram of </w:t>
      </w:r>
      <w:r>
        <w:rPr>
          <w:rFonts w:ascii="Times New Roman" w:hAnsi="Times New Roman"/>
          <w:b/>
          <w:sz w:val="28"/>
          <w:szCs w:val="28"/>
          <w:u w:val="single"/>
        </w:rPr>
        <w:t>MTA Armed</w:t>
      </w:r>
      <w:r w:rsidRPr="003722E3">
        <w:rPr>
          <w:rFonts w:ascii="Times New Roman" w:hAnsi="Times New Roman"/>
          <w:b/>
          <w:sz w:val="28"/>
          <w:szCs w:val="28"/>
          <w:u w:val="single"/>
        </w:rPr>
        <w:t xml:space="preserve"> Belt Requirements</w:t>
      </w:r>
    </w:p>
    <w:p w14:paraId="6D4D0B42" w14:textId="77777777" w:rsidR="00C44F2D" w:rsidRDefault="00C44F2D" w:rsidP="00C44F2D"/>
    <w:p w14:paraId="3FB5D7A4" w14:textId="77777777" w:rsidR="00C44F2D" w:rsidRDefault="00C44F2D" w:rsidP="00C44F2D"/>
    <w:p w14:paraId="3E1E8160" w14:textId="77777777" w:rsidR="00C44F2D" w:rsidRDefault="00C44F2D" w:rsidP="00C44F2D"/>
    <w:p w14:paraId="33560EB3" w14:textId="77777777" w:rsidR="00C44F2D" w:rsidRDefault="001C44E9" w:rsidP="00C44F2D">
      <w:r>
        <w:rPr>
          <w:noProof/>
        </w:rPr>
        <w:drawing>
          <wp:anchor distT="0" distB="0" distL="114300" distR="114300" simplePos="0" relativeHeight="251661824" behindDoc="0" locked="0" layoutInCell="1" allowOverlap="1" wp14:anchorId="19FC42DC" wp14:editId="7D9DBC2C">
            <wp:simplePos x="0" y="0"/>
            <wp:positionH relativeFrom="column">
              <wp:posOffset>1064425</wp:posOffset>
            </wp:positionH>
            <wp:positionV relativeFrom="paragraph">
              <wp:posOffset>30761</wp:posOffset>
            </wp:positionV>
            <wp:extent cx="773703" cy="744905"/>
            <wp:effectExtent l="166687" t="157163" r="136208" b="155257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A035_500_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0" r="-3960" b="-990"/>
                    <a:stretch/>
                  </pic:blipFill>
                  <pic:spPr bwMode="auto">
                    <a:xfrm rot="2907457">
                      <a:off x="0" y="0"/>
                      <a:ext cx="775499" cy="7466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7EC62B" w14:textId="77777777" w:rsidR="00C44F2D" w:rsidRDefault="001C44E9" w:rsidP="00C44F2D">
      <w:r>
        <w:rPr>
          <w:noProof/>
        </w:rPr>
        <w:drawing>
          <wp:inline distT="0" distB="0" distL="0" distR="0" wp14:anchorId="2748E46A" wp14:editId="326F76DF">
            <wp:extent cx="5943600" cy="225203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taASPbelt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50AA2" w14:textId="77777777" w:rsidR="001C44E9" w:rsidRDefault="001C44E9" w:rsidP="00C44F2D"/>
    <w:p w14:paraId="7BF5A65D" w14:textId="77777777" w:rsidR="001C44E9" w:rsidRDefault="001C44E9" w:rsidP="00C44F2D"/>
    <w:sectPr w:rsidR="001C44E9" w:rsidSect="00E36A9F">
      <w:footerReference w:type="default" r:id="rId8"/>
      <w:headerReference w:type="first" r:id="rId9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42520" w14:textId="77777777" w:rsidR="00646CF0" w:rsidRDefault="00646CF0" w:rsidP="00891206">
      <w:r>
        <w:separator/>
      </w:r>
    </w:p>
  </w:endnote>
  <w:endnote w:type="continuationSeparator" w:id="0">
    <w:p w14:paraId="55CDB583" w14:textId="77777777" w:rsidR="00646CF0" w:rsidRDefault="00646CF0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B90BE" w14:textId="77777777" w:rsidR="000C115C" w:rsidRDefault="000C115C">
    <w:pPr>
      <w:pStyle w:val="Footer"/>
    </w:pPr>
  </w:p>
  <w:p w14:paraId="0B0C98C0" w14:textId="77777777" w:rsidR="003241F7" w:rsidRDefault="00324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35F30" w14:textId="77777777" w:rsidR="00646CF0" w:rsidRDefault="00646CF0" w:rsidP="00891206">
      <w:r>
        <w:separator/>
      </w:r>
    </w:p>
  </w:footnote>
  <w:footnote w:type="continuationSeparator" w:id="0">
    <w:p w14:paraId="709D6DDD" w14:textId="77777777" w:rsidR="00646CF0" w:rsidRDefault="00646CF0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EBE28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4791C6B1" w14:textId="77777777" w:rsidR="00891206" w:rsidRDefault="00837CD7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5BDACB61" wp14:editId="73B93AA7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D7"/>
    <w:rsid w:val="00003DC2"/>
    <w:rsid w:val="00007309"/>
    <w:rsid w:val="00050A59"/>
    <w:rsid w:val="000C115C"/>
    <w:rsid w:val="000E1299"/>
    <w:rsid w:val="00173318"/>
    <w:rsid w:val="001B54DB"/>
    <w:rsid w:val="001C44E9"/>
    <w:rsid w:val="001E021C"/>
    <w:rsid w:val="0020331B"/>
    <w:rsid w:val="00222765"/>
    <w:rsid w:val="0023383F"/>
    <w:rsid w:val="00234E58"/>
    <w:rsid w:val="0025104B"/>
    <w:rsid w:val="00294E9A"/>
    <w:rsid w:val="002A0B67"/>
    <w:rsid w:val="002B17D5"/>
    <w:rsid w:val="002E4707"/>
    <w:rsid w:val="003241F7"/>
    <w:rsid w:val="00327E20"/>
    <w:rsid w:val="00361C67"/>
    <w:rsid w:val="003A5DFF"/>
    <w:rsid w:val="004170A4"/>
    <w:rsid w:val="00432AA9"/>
    <w:rsid w:val="004B4615"/>
    <w:rsid w:val="004E4DDB"/>
    <w:rsid w:val="004F70DD"/>
    <w:rsid w:val="005257C5"/>
    <w:rsid w:val="005363B3"/>
    <w:rsid w:val="00583420"/>
    <w:rsid w:val="005A30D2"/>
    <w:rsid w:val="005A5498"/>
    <w:rsid w:val="00646CF0"/>
    <w:rsid w:val="006C4B74"/>
    <w:rsid w:val="007854AE"/>
    <w:rsid w:val="007B1A2D"/>
    <w:rsid w:val="00802A87"/>
    <w:rsid w:val="00837CD7"/>
    <w:rsid w:val="00855052"/>
    <w:rsid w:val="00891206"/>
    <w:rsid w:val="00893FD0"/>
    <w:rsid w:val="008A0849"/>
    <w:rsid w:val="008A6C73"/>
    <w:rsid w:val="008F1C5D"/>
    <w:rsid w:val="00906FFD"/>
    <w:rsid w:val="0093565D"/>
    <w:rsid w:val="00955049"/>
    <w:rsid w:val="009B1B0D"/>
    <w:rsid w:val="009D48FF"/>
    <w:rsid w:val="00A1188A"/>
    <w:rsid w:val="00A33FFE"/>
    <w:rsid w:val="00A370CC"/>
    <w:rsid w:val="00A44B6C"/>
    <w:rsid w:val="00A74BDA"/>
    <w:rsid w:val="00A7621F"/>
    <w:rsid w:val="00AC071C"/>
    <w:rsid w:val="00AC784C"/>
    <w:rsid w:val="00B65259"/>
    <w:rsid w:val="00B81799"/>
    <w:rsid w:val="00B84A6A"/>
    <w:rsid w:val="00BB7521"/>
    <w:rsid w:val="00BC00F4"/>
    <w:rsid w:val="00BC7909"/>
    <w:rsid w:val="00C04861"/>
    <w:rsid w:val="00C04E45"/>
    <w:rsid w:val="00C32FD0"/>
    <w:rsid w:val="00C44F2D"/>
    <w:rsid w:val="00C676C8"/>
    <w:rsid w:val="00CA3964"/>
    <w:rsid w:val="00CD1284"/>
    <w:rsid w:val="00D17FE9"/>
    <w:rsid w:val="00D42D8B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94FCC"/>
    <w:rsid w:val="00ED0C2B"/>
    <w:rsid w:val="00EE35CE"/>
    <w:rsid w:val="00EF2804"/>
    <w:rsid w:val="00F35A01"/>
    <w:rsid w:val="00F8404B"/>
    <w:rsid w:val="00FA5C5D"/>
    <w:rsid w:val="00FA682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CBEDC"/>
  <w15:docId w15:val="{3D2D8D30-1A85-4068-87C1-F3556EB2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Dropbox\NON%20CASE-RELATED%20DATA\NASI%20FORMS\NASI%20LETTERHEAD%20(DOU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(DOUG)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Sherry</cp:lastModifiedBy>
  <cp:revision>2</cp:revision>
  <cp:lastPrinted>2017-10-24T23:50:00Z</cp:lastPrinted>
  <dcterms:created xsi:type="dcterms:W3CDTF">2020-03-24T22:15:00Z</dcterms:created>
  <dcterms:modified xsi:type="dcterms:W3CDTF">2020-03-24T22:15:00Z</dcterms:modified>
</cp:coreProperties>
</file>